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6AC7F" w14:textId="77777777" w:rsidR="00826B7B" w:rsidRDefault="00B204E3" w:rsidP="00B204E3">
      <w:pPr>
        <w:pStyle w:val="Titul1"/>
      </w:pPr>
      <w:r>
        <w:t>Dopis nabídky</w:t>
      </w:r>
    </w:p>
    <w:p w14:paraId="4804410E" w14:textId="6CD94D39" w:rsidR="00EB46E5" w:rsidRPr="00BF54FE" w:rsidRDefault="00B204E3" w:rsidP="00BF54FE">
      <w:pPr>
        <w:pStyle w:val="Titul2"/>
      </w:pPr>
      <w:r>
        <w:t>Název zakázky: „</w:t>
      </w:r>
      <w:r w:rsidR="00CB11B5" w:rsidRPr="00CB11B5">
        <w:t>Rekonstrukce výpravní budovy ŽST Lovosice</w:t>
      </w:r>
      <w:r>
        <w:t>“</w:t>
      </w:r>
      <w:r w:rsidR="00232000" w:rsidRPr="00BF54FE">
        <w:t xml:space="preserve"> </w:t>
      </w:r>
    </w:p>
    <w:p w14:paraId="66408369" w14:textId="77777777" w:rsidR="009226C1" w:rsidRDefault="009226C1" w:rsidP="00B204E3">
      <w:pPr>
        <w:pStyle w:val="Textbezodsazen"/>
      </w:pPr>
    </w:p>
    <w:p w14:paraId="53FE3E5E" w14:textId="67747DC4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BAB7337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</w:t>
      </w:r>
      <w:proofErr w:type="gramStart"/>
      <w:r w:rsidRPr="00913F43">
        <w:rPr>
          <w:rStyle w:val="Tun"/>
          <w:highlight w:val="yellow"/>
        </w:rPr>
        <w:t>VLOŽÍ</w:t>
      </w:r>
      <w:proofErr w:type="gramEnd"/>
      <w:r w:rsidRPr="00913F43">
        <w:rPr>
          <w:rStyle w:val="Tun"/>
          <w:highlight w:val="yellow"/>
        </w:rPr>
        <w:t xml:space="preserve">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5B6FE15E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6E25AB90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6339A0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74A94CA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1DEF3090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7C26C246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5F7FFF2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4622E551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43C43EC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</w:t>
      </w:r>
      <w:proofErr w:type="gramStart"/>
      <w:r w:rsidRPr="00A5674E">
        <w:rPr>
          <w:highlight w:val="yellow"/>
        </w:rPr>
        <w:t>VLOŽÍ</w:t>
      </w:r>
      <w:proofErr w:type="gramEnd"/>
      <w:r w:rsidRPr="00A5674E">
        <w:rPr>
          <w:highlight w:val="yellow"/>
        </w:rPr>
        <w:t xml:space="preserve"> ZHOTOVITEL]</w:t>
      </w:r>
    </w:p>
    <w:p w14:paraId="5AA81BEC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7E441435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4C82F8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5ED4856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1A0E3961" w14:textId="77777777" w:rsidR="00A5674E" w:rsidRDefault="00A5674E" w:rsidP="00A5674E">
      <w:pPr>
        <w:pStyle w:val="Textbezodsazen"/>
      </w:pPr>
    </w:p>
    <w:p w14:paraId="2EBBEEDE" w14:textId="77777777" w:rsidR="000E6ABE" w:rsidRDefault="000E6ABE" w:rsidP="00A5674E">
      <w:pPr>
        <w:pStyle w:val="Textbezodsazen"/>
      </w:pPr>
    </w:p>
    <w:p w14:paraId="74179736" w14:textId="77777777" w:rsidR="00A8388C" w:rsidRDefault="00A8388C" w:rsidP="000E6ABE">
      <w:pPr>
        <w:pStyle w:val="Textbezodsazen"/>
        <w:jc w:val="left"/>
      </w:pPr>
    </w:p>
    <w:p w14:paraId="7AC79010" w14:textId="247693FA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4EEB8B6" w14:textId="77777777" w:rsidR="000E6ABE" w:rsidRDefault="000E6ABE" w:rsidP="000E6ABE">
      <w:pPr>
        <w:pStyle w:val="Textbezodsazen"/>
        <w:jc w:val="left"/>
      </w:pPr>
    </w:p>
    <w:p w14:paraId="6531048B" w14:textId="77777777" w:rsidR="000E6ABE" w:rsidRDefault="000E6ABE" w:rsidP="000E6ABE">
      <w:pPr>
        <w:pStyle w:val="Textbezodsazen"/>
        <w:jc w:val="left"/>
      </w:pPr>
    </w:p>
    <w:p w14:paraId="24882DF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7579AD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16DD1D74" w14:textId="77777777" w:rsidR="00A5674E" w:rsidRDefault="00A5674E" w:rsidP="00A5674E">
      <w:pPr>
        <w:pStyle w:val="Textbezodsazen"/>
      </w:pPr>
    </w:p>
    <w:p w14:paraId="3BBFA6B6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426B571A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2AF9691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3D429A96" w14:textId="77777777" w:rsidR="00A5674E" w:rsidRDefault="00A5674E" w:rsidP="00A5674E">
      <w:pPr>
        <w:pStyle w:val="Textbezodsazen"/>
      </w:pPr>
    </w:p>
    <w:p w14:paraId="3F313B8B" w14:textId="77777777" w:rsidR="00A5674E" w:rsidRDefault="00A5674E" w:rsidP="00A5674E">
      <w:pPr>
        <w:pStyle w:val="Textbezodsazen"/>
      </w:pPr>
    </w:p>
    <w:p w14:paraId="5EC60F2C" w14:textId="77777777" w:rsidR="00A5674E" w:rsidRDefault="00A5674E" w:rsidP="00A5674E">
      <w:pPr>
        <w:pStyle w:val="Textbezodsazen"/>
      </w:pPr>
      <w:r>
        <w:t>za Zhotovitele</w:t>
      </w:r>
    </w:p>
    <w:p w14:paraId="6F40F65B" w14:textId="77777777" w:rsidR="00A5674E" w:rsidRDefault="00A5674E" w:rsidP="00A5674E">
      <w:pPr>
        <w:pStyle w:val="Textbezodsazen"/>
      </w:pPr>
    </w:p>
    <w:p w14:paraId="2A37E610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3D81C7F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36E0DB2B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</w:t>
      </w:r>
      <w:proofErr w:type="gramStart"/>
      <w:r w:rsidRPr="009911A3">
        <w:rPr>
          <w:highlight w:val="yellow"/>
        </w:rPr>
        <w:t>VLOŽÍ</w:t>
      </w:r>
      <w:proofErr w:type="gramEnd"/>
      <w:r w:rsidRPr="009911A3">
        <w:rPr>
          <w:highlight w:val="yellow"/>
        </w:rPr>
        <w:t xml:space="preserve">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FEC3" w14:textId="77777777" w:rsidR="00036F2E" w:rsidRDefault="00036F2E" w:rsidP="00962258">
      <w:pPr>
        <w:spacing w:after="0" w:line="240" w:lineRule="auto"/>
      </w:pPr>
      <w:r>
        <w:separator/>
      </w:r>
    </w:p>
  </w:endnote>
  <w:endnote w:type="continuationSeparator" w:id="0">
    <w:p w14:paraId="3737D181" w14:textId="77777777" w:rsidR="00036F2E" w:rsidRDefault="00036F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38F405B7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5FFBCDE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EFD5D60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048C0F28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4D9A36D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13D502C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8399A1B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C5F471E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90B7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187E5430" wp14:editId="41708370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A312CB" w14:textId="77777777" w:rsidR="00F90912" w:rsidRPr="00B8518B" w:rsidRDefault="00F90912" w:rsidP="00F90912">
    <w:pPr>
      <w:pStyle w:val="Zpat"/>
      <w:rPr>
        <w:sz w:val="2"/>
        <w:szCs w:val="2"/>
      </w:rPr>
    </w:pPr>
  </w:p>
  <w:p w14:paraId="6C14D760" w14:textId="02F65515" w:rsidR="00F90912" w:rsidRPr="00B9342A" w:rsidRDefault="00F90912" w:rsidP="00F90912">
    <w:pPr>
      <w:pStyle w:val="Zpat"/>
      <w:rPr>
        <w:sz w:val="8"/>
        <w:szCs w:val="8"/>
      </w:rPr>
    </w:pPr>
  </w:p>
  <w:p w14:paraId="769771B6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D59B" w14:textId="77777777" w:rsidR="00036F2E" w:rsidRDefault="00036F2E" w:rsidP="00962258">
      <w:pPr>
        <w:spacing w:after="0" w:line="240" w:lineRule="auto"/>
      </w:pPr>
      <w:r>
        <w:separator/>
      </w:r>
    </w:p>
  </w:footnote>
  <w:footnote w:type="continuationSeparator" w:id="0">
    <w:p w14:paraId="3DBE5F86" w14:textId="77777777" w:rsidR="00036F2E" w:rsidRDefault="00036F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685535B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F3C484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6C71C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FD137C5" w14:textId="77777777" w:rsidR="00A5674E" w:rsidRPr="00D6163D" w:rsidRDefault="00A5674E" w:rsidP="00FC6389">
          <w:pPr>
            <w:pStyle w:val="Druhdokumentu"/>
          </w:pPr>
        </w:p>
      </w:tc>
    </w:tr>
  </w:tbl>
  <w:p w14:paraId="27F998D3" w14:textId="77777777" w:rsidR="00A5674E" w:rsidRPr="00D6163D" w:rsidRDefault="00A5674E" w:rsidP="00FC6389">
    <w:pPr>
      <w:pStyle w:val="Zhlav"/>
      <w:rPr>
        <w:sz w:val="8"/>
        <w:szCs w:val="8"/>
      </w:rPr>
    </w:pPr>
  </w:p>
  <w:p w14:paraId="2D68A21B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433666">
    <w:abstractNumId w:val="5"/>
  </w:num>
  <w:num w:numId="2" w16cid:durableId="1761755183">
    <w:abstractNumId w:val="4"/>
  </w:num>
  <w:num w:numId="3" w16cid:durableId="1714690039">
    <w:abstractNumId w:val="2"/>
  </w:num>
  <w:num w:numId="4" w16cid:durableId="605236840">
    <w:abstractNumId w:val="0"/>
  </w:num>
  <w:num w:numId="5" w16cid:durableId="1666785854">
    <w:abstractNumId w:val="6"/>
  </w:num>
  <w:num w:numId="6" w16cid:durableId="703793720">
    <w:abstractNumId w:val="7"/>
  </w:num>
  <w:num w:numId="7" w16cid:durableId="1522619593">
    <w:abstractNumId w:val="8"/>
  </w:num>
  <w:num w:numId="8" w16cid:durableId="1687906849">
    <w:abstractNumId w:val="1"/>
  </w:num>
  <w:num w:numId="9" w16cid:durableId="1953197313">
    <w:abstractNumId w:val="3"/>
  </w:num>
  <w:num w:numId="10" w16cid:durableId="13344690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36F2E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36AD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388C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11B5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798D8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2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Fučíková Veronika, Bc.</cp:lastModifiedBy>
  <cp:revision>3</cp:revision>
  <cp:lastPrinted>2019-03-07T14:42:00Z</cp:lastPrinted>
  <dcterms:created xsi:type="dcterms:W3CDTF">2023-08-04T09:24:00Z</dcterms:created>
  <dcterms:modified xsi:type="dcterms:W3CDTF">2023-09-21T14:48:00Z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